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96D1F">
        <w:rPr>
          <w:rFonts w:ascii="Corbel" w:hAnsi="Corbel"/>
          <w:b/>
          <w:smallCaps/>
          <w:sz w:val="24"/>
          <w:szCs w:val="24"/>
        </w:rPr>
        <w:t>2020</w:t>
      </w:r>
      <w:r w:rsidR="003E72EB">
        <w:rPr>
          <w:rFonts w:ascii="Corbel" w:hAnsi="Corbel"/>
          <w:b/>
          <w:smallCaps/>
          <w:sz w:val="24"/>
          <w:szCs w:val="24"/>
        </w:rPr>
        <w:t xml:space="preserve"> - 202</w:t>
      </w:r>
      <w:r w:rsidR="00096D1F">
        <w:rPr>
          <w:rFonts w:ascii="Corbel" w:hAnsi="Corbel"/>
          <w:b/>
          <w:smallCaps/>
          <w:sz w:val="24"/>
          <w:szCs w:val="24"/>
        </w:rPr>
        <w:t>3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096D1F">
        <w:rPr>
          <w:rFonts w:ascii="Corbel" w:hAnsi="Corbel"/>
          <w:sz w:val="20"/>
          <w:szCs w:val="20"/>
        </w:rPr>
        <w:t>2021/2022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92A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Grafika komputerowa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9D50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9D50F9" w:rsidRPr="009C54AE" w:rsidTr="00B819C8">
        <w:tc>
          <w:tcPr>
            <w:tcW w:w="2694" w:type="dxa"/>
            <w:vAlign w:val="center"/>
          </w:tcPr>
          <w:p w:rsidR="009D50F9" w:rsidRPr="009C54AE" w:rsidRDefault="009D50F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9D50F9" w:rsidRPr="009C54AE" w:rsidRDefault="009D50F9" w:rsidP="00126C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9D50F9" w:rsidRPr="009C54AE" w:rsidTr="00B819C8">
        <w:tc>
          <w:tcPr>
            <w:tcW w:w="2694" w:type="dxa"/>
            <w:vAlign w:val="center"/>
          </w:tcPr>
          <w:p w:rsidR="009D50F9" w:rsidRPr="009C54AE" w:rsidRDefault="009D50F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9D50F9" w:rsidRPr="009C54AE" w:rsidRDefault="009D50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sp. pedagogika medialna</w:t>
            </w:r>
          </w:p>
        </w:tc>
      </w:tr>
      <w:tr w:rsidR="009D50F9" w:rsidRPr="009C54AE" w:rsidTr="00B819C8">
        <w:tc>
          <w:tcPr>
            <w:tcW w:w="2694" w:type="dxa"/>
            <w:vAlign w:val="center"/>
          </w:tcPr>
          <w:p w:rsidR="009D50F9" w:rsidRPr="009C54AE" w:rsidRDefault="009D50F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9D50F9" w:rsidRPr="009C54AE" w:rsidRDefault="009D50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9D50F9" w:rsidRPr="009C54AE" w:rsidTr="00B819C8">
        <w:tc>
          <w:tcPr>
            <w:tcW w:w="2694" w:type="dxa"/>
            <w:vAlign w:val="center"/>
          </w:tcPr>
          <w:p w:rsidR="009D50F9" w:rsidRPr="009C54AE" w:rsidRDefault="009D50F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9D50F9" w:rsidRPr="009C54AE" w:rsidRDefault="009D50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9D50F9" w:rsidRPr="009C54AE" w:rsidTr="00B819C8">
        <w:tc>
          <w:tcPr>
            <w:tcW w:w="2694" w:type="dxa"/>
            <w:vAlign w:val="center"/>
          </w:tcPr>
          <w:p w:rsidR="009D50F9" w:rsidRPr="009C54AE" w:rsidRDefault="009D50F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9D50F9" w:rsidRPr="009C54AE" w:rsidRDefault="009D50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9D50F9" w:rsidRPr="009C54AE" w:rsidTr="00B819C8">
        <w:tc>
          <w:tcPr>
            <w:tcW w:w="2694" w:type="dxa"/>
            <w:vAlign w:val="center"/>
          </w:tcPr>
          <w:p w:rsidR="009D50F9" w:rsidRPr="009C54AE" w:rsidRDefault="009D50F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9D50F9" w:rsidRPr="009C54AE" w:rsidRDefault="009D50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rok/ semestr III i IV</w:t>
            </w:r>
          </w:p>
        </w:tc>
      </w:tr>
      <w:tr w:rsidR="009D50F9" w:rsidRPr="009C54AE" w:rsidTr="00B819C8">
        <w:tc>
          <w:tcPr>
            <w:tcW w:w="2694" w:type="dxa"/>
            <w:vAlign w:val="center"/>
          </w:tcPr>
          <w:p w:rsidR="009D50F9" w:rsidRPr="009C54AE" w:rsidRDefault="009D50F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9D50F9" w:rsidRPr="009C54AE" w:rsidRDefault="009D50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D50F9" w:rsidRPr="009C54AE" w:rsidTr="00B819C8">
        <w:tc>
          <w:tcPr>
            <w:tcW w:w="2694" w:type="dxa"/>
            <w:vAlign w:val="center"/>
          </w:tcPr>
          <w:p w:rsidR="009D50F9" w:rsidRPr="009C54AE" w:rsidRDefault="009D50F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D50F9" w:rsidRPr="009C54AE" w:rsidRDefault="009D50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D50F9" w:rsidRPr="009C54AE" w:rsidTr="00B819C8">
        <w:tc>
          <w:tcPr>
            <w:tcW w:w="2694" w:type="dxa"/>
            <w:vAlign w:val="center"/>
          </w:tcPr>
          <w:p w:rsidR="009D50F9" w:rsidRPr="009C54AE" w:rsidRDefault="009D50F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9D50F9" w:rsidRPr="009C54AE" w:rsidRDefault="009D50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Marek Hallada</w:t>
            </w:r>
          </w:p>
        </w:tc>
      </w:tr>
      <w:tr w:rsidR="009D50F9" w:rsidRPr="009C54AE" w:rsidTr="00B819C8">
        <w:tc>
          <w:tcPr>
            <w:tcW w:w="2694" w:type="dxa"/>
            <w:vAlign w:val="center"/>
          </w:tcPr>
          <w:p w:rsidR="009D50F9" w:rsidRPr="009C54AE" w:rsidRDefault="009D50F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9D50F9" w:rsidRPr="009C54AE" w:rsidRDefault="009D50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7A7B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A7B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A7B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7A7B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7A7B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7A7B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704630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704630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7A7BC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Praca projektowa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70463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 komputerami o środowisku Windows</w:t>
            </w:r>
          </w:p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:rsidTr="007804B7">
        <w:tc>
          <w:tcPr>
            <w:tcW w:w="844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85747A" w:rsidRPr="009C54AE" w:rsidRDefault="00301F3B" w:rsidP="007A7BC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Analiza, ocena, </w:t>
            </w:r>
            <w:r w:rsidR="007804B7">
              <w:rPr>
                <w:rFonts w:ascii="Corbel" w:hAnsi="Corbel"/>
                <w:b w:val="0"/>
                <w:sz w:val="24"/>
                <w:szCs w:val="24"/>
              </w:rPr>
              <w:t xml:space="preserve">tworzenie grafiki komputerowej. </w:t>
            </w:r>
          </w:p>
        </w:tc>
      </w:tr>
      <w:tr w:rsidR="007A7BC4" w:rsidRPr="009C54AE" w:rsidTr="007804B7">
        <w:tc>
          <w:tcPr>
            <w:tcW w:w="844" w:type="dxa"/>
            <w:vAlign w:val="center"/>
          </w:tcPr>
          <w:p w:rsidR="007A7BC4" w:rsidRPr="009C54AE" w:rsidRDefault="007A7BC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7A7BC4" w:rsidRDefault="005E5E36" w:rsidP="005E5E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</w:t>
            </w:r>
            <w:r w:rsidR="00B62852">
              <w:rPr>
                <w:rFonts w:ascii="Corbel" w:hAnsi="Corbel"/>
                <w:b w:val="0"/>
                <w:sz w:val="24"/>
                <w:szCs w:val="24"/>
              </w:rPr>
              <w:t>miejętności</w:t>
            </w:r>
            <w:r w:rsidR="007A7BC4">
              <w:rPr>
                <w:rFonts w:ascii="Corbel" w:hAnsi="Corbel"/>
                <w:b w:val="0"/>
                <w:sz w:val="24"/>
                <w:szCs w:val="24"/>
              </w:rPr>
              <w:t xml:space="preserve"> doboru programu graficznego do określonego zadania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16558F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F010B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F010BE" w:rsidP="00F010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16558F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9C54AE" w:rsidRDefault="00381A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Wymieni i wyjaśni podstawowe </w:t>
            </w:r>
            <w:r w:rsidR="00EE5B36">
              <w:rPr>
                <w:rFonts w:ascii="Corbel" w:hAnsi="Corbel"/>
                <w:b w:val="0"/>
                <w:smallCaps w:val="0"/>
                <w:szCs w:val="24"/>
              </w:rPr>
              <w:t xml:space="preserve">teorie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pojęcia związane z grafiką komputerow</w:t>
            </w:r>
            <w:r w:rsidR="00AC78D7">
              <w:rPr>
                <w:rFonts w:ascii="Corbel" w:hAnsi="Corbel"/>
                <w:b w:val="0"/>
                <w:smallCaps w:val="0"/>
                <w:szCs w:val="24"/>
              </w:rPr>
              <w:t>ą</w:t>
            </w:r>
          </w:p>
        </w:tc>
        <w:tc>
          <w:tcPr>
            <w:tcW w:w="1865" w:type="dxa"/>
          </w:tcPr>
          <w:p w:rsidR="0085747A" w:rsidRPr="009C54AE" w:rsidRDefault="00336C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85747A" w:rsidRPr="009C54AE" w:rsidTr="0016558F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85747A" w:rsidRPr="009C54AE" w:rsidRDefault="00AC78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 znane programy graficzne, opisze ich wady i zalety</w:t>
            </w:r>
            <w:r w:rsidR="00EE5B36">
              <w:rPr>
                <w:rFonts w:ascii="Corbel" w:hAnsi="Corbel"/>
                <w:b w:val="0"/>
                <w:smallCaps w:val="0"/>
                <w:szCs w:val="24"/>
              </w:rPr>
              <w:t xml:space="preserve"> oraz sposób funkcjonowania</w:t>
            </w:r>
          </w:p>
        </w:tc>
        <w:tc>
          <w:tcPr>
            <w:tcW w:w="1865" w:type="dxa"/>
          </w:tcPr>
          <w:p w:rsidR="0085747A" w:rsidRPr="009C54AE" w:rsidRDefault="00336C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85747A" w:rsidRPr="009C54AE" w:rsidTr="0016558F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6558F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85747A" w:rsidRPr="009C54AE" w:rsidRDefault="00521B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Zaprojektuje grafikę komputerową w określonym celu, dobierze do realizacji odpowiedni program graficzny</w:t>
            </w:r>
          </w:p>
        </w:tc>
        <w:tc>
          <w:tcPr>
            <w:tcW w:w="1865" w:type="dxa"/>
          </w:tcPr>
          <w:p w:rsidR="0085747A" w:rsidRPr="009C54AE" w:rsidRDefault="00336C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16558F" w:rsidRPr="009C54AE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16558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392914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oparciu o technologie informacyjne rozwiąże problemy wynikające </w:t>
            </w:r>
            <w:r w:rsidR="00AE7FA7">
              <w:rPr>
                <w:rFonts w:ascii="Corbel" w:hAnsi="Corbel"/>
                <w:b w:val="0"/>
                <w:smallCaps w:val="0"/>
                <w:szCs w:val="24"/>
              </w:rPr>
              <w:t>z posługiwania się programami do grafiki komputer</w:t>
            </w:r>
            <w:r w:rsidR="009F47E5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AE7FA7">
              <w:rPr>
                <w:rFonts w:ascii="Corbel" w:hAnsi="Corbel"/>
                <w:b w:val="0"/>
                <w:smallCaps w:val="0"/>
                <w:szCs w:val="24"/>
              </w:rPr>
              <w:t>wej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336C76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16558F" w:rsidRPr="009C54AE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16558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9F47E5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Uzasadni wykonany projekt graficzny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336C76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16558F" w:rsidRPr="009C54AE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16558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9025BA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 wykonany projekt graficzny</w:t>
            </w:r>
            <w:r w:rsidR="00EC2B6C">
              <w:rPr>
                <w:rFonts w:ascii="Corbel" w:hAnsi="Corbel"/>
                <w:b w:val="0"/>
                <w:smallCaps w:val="0"/>
                <w:szCs w:val="24"/>
              </w:rPr>
              <w:t>, wskaże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niedoskonałości tego projektu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336C76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65F46" w:rsidRPr="009C54AE" w:rsidTr="00EE5B36">
        <w:trPr>
          <w:trHeight w:val="360"/>
        </w:trPr>
        <w:tc>
          <w:tcPr>
            <w:tcW w:w="9520" w:type="dxa"/>
          </w:tcPr>
          <w:p w:rsidR="00B65F46" w:rsidRPr="00EE5B36" w:rsidRDefault="00B65F46" w:rsidP="00EE5B36">
            <w:pPr>
              <w:spacing w:after="0" w:line="240" w:lineRule="auto"/>
              <w:contextualSpacing/>
              <w:rPr>
                <w:rFonts w:ascii="Corbel" w:hAnsi="Corbel" w:cs="Arial"/>
              </w:rPr>
            </w:pPr>
            <w:r w:rsidRPr="00B23CCF">
              <w:rPr>
                <w:rFonts w:ascii="Corbel" w:hAnsi="Corbel" w:cs="Arial"/>
              </w:rPr>
              <w:t>Podstawy wykonywania obrazów cyfrowych.</w:t>
            </w:r>
          </w:p>
        </w:tc>
      </w:tr>
      <w:tr w:rsidR="00EE5B36" w:rsidRPr="009C54AE" w:rsidTr="001001CD">
        <w:trPr>
          <w:trHeight w:val="360"/>
        </w:trPr>
        <w:tc>
          <w:tcPr>
            <w:tcW w:w="9520" w:type="dxa"/>
          </w:tcPr>
          <w:p w:rsidR="00EE5B36" w:rsidRPr="00B23CCF" w:rsidRDefault="00EE5B36" w:rsidP="00B65F46">
            <w:pPr>
              <w:spacing w:after="0" w:line="240" w:lineRule="auto"/>
              <w:contextualSpacing/>
              <w:rPr>
                <w:rFonts w:ascii="Corbel" w:hAnsi="Corbel" w:cs="Arial"/>
              </w:rPr>
            </w:pPr>
            <w:r w:rsidRPr="00B23CCF">
              <w:rPr>
                <w:rFonts w:ascii="Corbel" w:hAnsi="Corbel" w:cs="Arial"/>
              </w:rPr>
              <w:t>Interfejs programu GIMP.</w:t>
            </w:r>
          </w:p>
        </w:tc>
      </w:tr>
      <w:tr w:rsidR="00EE5B36" w:rsidRPr="009C54AE" w:rsidTr="001001CD">
        <w:trPr>
          <w:trHeight w:val="360"/>
        </w:trPr>
        <w:tc>
          <w:tcPr>
            <w:tcW w:w="9520" w:type="dxa"/>
          </w:tcPr>
          <w:p w:rsidR="00EE5B36" w:rsidRPr="00B23CCF" w:rsidRDefault="00EE5B36" w:rsidP="00B65F46">
            <w:pPr>
              <w:spacing w:after="0" w:line="240" w:lineRule="auto"/>
              <w:contextualSpacing/>
              <w:rPr>
                <w:rFonts w:ascii="Corbel" w:hAnsi="Corbel" w:cs="Arial"/>
              </w:rPr>
            </w:pPr>
            <w:r w:rsidRPr="00B23CCF">
              <w:rPr>
                <w:rFonts w:ascii="Corbel" w:hAnsi="Corbel" w:cs="Arial"/>
              </w:rPr>
              <w:t>Podstawowa edycja obrazu w programie GIMP (zmiana rozmiaru i rozdzielczości zdjęcia, poziomy, krzywe, balans kolorów, jasność/kontrast)</w:t>
            </w:r>
          </w:p>
        </w:tc>
      </w:tr>
      <w:tr w:rsidR="00B65F46" w:rsidRPr="009C54AE" w:rsidTr="001001CD">
        <w:tc>
          <w:tcPr>
            <w:tcW w:w="9520" w:type="dxa"/>
          </w:tcPr>
          <w:p w:rsidR="00B65F46" w:rsidRPr="00B23CCF" w:rsidRDefault="00B65F46" w:rsidP="00B65F4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23CCF">
              <w:rPr>
                <w:rFonts w:ascii="Corbel" w:hAnsi="Corbel" w:cs="Arial"/>
              </w:rPr>
              <w:t>Narzędzia do zaznaczania i retuszu, praca na warstwach w programie GIMP,</w:t>
            </w:r>
          </w:p>
        </w:tc>
      </w:tr>
      <w:tr w:rsidR="00B65F46" w:rsidRPr="009C54AE" w:rsidTr="001001CD">
        <w:tc>
          <w:tcPr>
            <w:tcW w:w="9520" w:type="dxa"/>
          </w:tcPr>
          <w:p w:rsidR="00B65F46" w:rsidRPr="00B23CCF" w:rsidRDefault="00B65F46" w:rsidP="00B65F4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23CCF">
              <w:rPr>
                <w:rFonts w:ascii="Corbel" w:hAnsi="Corbel" w:cs="Arial"/>
              </w:rPr>
              <w:t>Łączenie obrazu i tekstu w programie GIMP, banery dla Internetu</w:t>
            </w:r>
          </w:p>
        </w:tc>
      </w:tr>
      <w:tr w:rsidR="00B65F46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F46" w:rsidRPr="00B23CCF" w:rsidRDefault="00B65F46" w:rsidP="00B65F4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23CCF">
              <w:rPr>
                <w:rFonts w:ascii="Corbel" w:hAnsi="Corbel" w:cs="Arial"/>
              </w:rPr>
              <w:t>Wykonywania panoram w programie GIMP</w:t>
            </w:r>
          </w:p>
        </w:tc>
      </w:tr>
      <w:tr w:rsidR="00B65F46" w:rsidRPr="009C54AE" w:rsidTr="00711C3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F46" w:rsidRPr="009C54AE" w:rsidRDefault="00B65F46" w:rsidP="00711C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B65F46" w:rsidRPr="009C54AE" w:rsidTr="00711C3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F46" w:rsidRPr="00B23CCF" w:rsidRDefault="00B65F46" w:rsidP="00B65F4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23CCF">
              <w:rPr>
                <w:rFonts w:ascii="Corbel" w:hAnsi="Corbel" w:cs="Arial"/>
              </w:rPr>
              <w:t>Podstawy pakietu Corel. Wygląd ekranu, paski narzędziowe, powiększanie fragmentu obrazu, kalibracja narzędzi, barwy</w:t>
            </w:r>
          </w:p>
        </w:tc>
      </w:tr>
      <w:tr w:rsidR="00B65F46" w:rsidRPr="009C54AE" w:rsidTr="00711C3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F46" w:rsidRPr="00B23CCF" w:rsidRDefault="00B65F46" w:rsidP="00B65F4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23CCF">
              <w:rPr>
                <w:rFonts w:ascii="Corbel" w:hAnsi="Corbel" w:cs="Arial"/>
              </w:rPr>
              <w:t>Tworzenie obrazów przy wykorzystaniu podstawowych narzędzi pakietu Corel. Grupowanie i rozgrupowanie obiektów</w:t>
            </w:r>
          </w:p>
        </w:tc>
      </w:tr>
      <w:tr w:rsidR="00B65F46" w:rsidRPr="009C54AE" w:rsidTr="00711C3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F46" w:rsidRPr="00B23CCF" w:rsidRDefault="00B65F46" w:rsidP="00B65F4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23CCF">
              <w:rPr>
                <w:rFonts w:ascii="Corbel" w:hAnsi="Corbel" w:cs="Arial"/>
              </w:rPr>
              <w:t>Wykorzystanie tekstu i jego edycja w pakiecie Corel</w:t>
            </w:r>
          </w:p>
        </w:tc>
      </w:tr>
      <w:tr w:rsidR="00B65F46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F46" w:rsidRPr="00B23CCF" w:rsidRDefault="00B65F46" w:rsidP="00B65F4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23CCF">
              <w:rPr>
                <w:rFonts w:ascii="Corbel" w:hAnsi="Corbel" w:cs="Arial"/>
              </w:rPr>
              <w:t>Kształt obiektów, przekształcanie w krzywe, łączenie obiektów, wyrównywanie i rozmieszczanie obiektów w pakiecie Corel</w:t>
            </w:r>
          </w:p>
        </w:tc>
      </w:tr>
      <w:tr w:rsidR="00B65F46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F46" w:rsidRPr="00B23CCF" w:rsidRDefault="00B65F46" w:rsidP="00B65F4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23CCF">
              <w:rPr>
                <w:rFonts w:ascii="Corbel" w:hAnsi="Corbel" w:cs="Arial"/>
              </w:rPr>
              <w:t>Efekty w pakiecie Corel, stosowanie efektów do tekstu, dzielenie i usuwanie obiektów</w:t>
            </w:r>
          </w:p>
        </w:tc>
      </w:tr>
      <w:tr w:rsidR="00B65F46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F46" w:rsidRPr="00B23CCF" w:rsidRDefault="00B65F46" w:rsidP="00B65F4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23CCF">
              <w:rPr>
                <w:rFonts w:ascii="Corbel" w:hAnsi="Corbel" w:cs="Arial"/>
              </w:rPr>
              <w:t>Wykorzystanie warstw w pakiecie Corel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A646A3" w:rsidRDefault="00A646A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A646A3">
        <w:rPr>
          <w:rFonts w:ascii="Corbel" w:hAnsi="Corbel"/>
          <w:b w:val="0"/>
          <w:smallCaps w:val="0"/>
          <w:szCs w:val="24"/>
        </w:rPr>
        <w:t xml:space="preserve">Ćwiczenia: </w:t>
      </w:r>
      <w:r>
        <w:rPr>
          <w:rFonts w:ascii="Corbel" w:hAnsi="Corbel"/>
          <w:b w:val="0"/>
          <w:smallCaps w:val="0"/>
          <w:szCs w:val="24"/>
        </w:rPr>
        <w:t>praca z programami graficznymi, wykorzystanie materiałów przygotowanych przez prowadzącego zajęcia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B74B1F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9F7B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B74B1F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:rsidR="0085747A" w:rsidRPr="009F7BC2" w:rsidRDefault="009F7BC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ćwiczeń</w:t>
            </w:r>
          </w:p>
        </w:tc>
        <w:tc>
          <w:tcPr>
            <w:tcW w:w="2117" w:type="dxa"/>
          </w:tcPr>
          <w:p w:rsidR="0085747A" w:rsidRPr="009C54AE" w:rsidRDefault="009F7BC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9F7BC2" w:rsidRPr="009C54AE" w:rsidTr="00B74B1F">
        <w:tc>
          <w:tcPr>
            <w:tcW w:w="1962" w:type="dxa"/>
          </w:tcPr>
          <w:p w:rsidR="009F7BC2" w:rsidRPr="009C54AE" w:rsidRDefault="009F7BC2" w:rsidP="009F7B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9F7BC2" w:rsidRPr="009F7BC2" w:rsidRDefault="009F7BC2" w:rsidP="009F7B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ćwiczeń</w:t>
            </w:r>
          </w:p>
        </w:tc>
        <w:tc>
          <w:tcPr>
            <w:tcW w:w="2117" w:type="dxa"/>
          </w:tcPr>
          <w:p w:rsidR="009F7BC2" w:rsidRPr="009C54AE" w:rsidRDefault="009F7BC2" w:rsidP="009F7B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9F7BC2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BC2" w:rsidRPr="009C54AE" w:rsidRDefault="009F7BC2" w:rsidP="009F7B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BC2" w:rsidRPr="009F7BC2" w:rsidRDefault="009F7BC2" w:rsidP="009F7B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ćwiczeń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BC2" w:rsidRPr="009C54AE" w:rsidRDefault="009F7BC2" w:rsidP="009F7B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9F7BC2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BC2" w:rsidRPr="009C54AE" w:rsidRDefault="009F7BC2" w:rsidP="009F7B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BC2" w:rsidRPr="009F7BC2" w:rsidRDefault="009F7BC2" w:rsidP="009F7B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ćwiczeń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BC2" w:rsidRPr="009C54AE" w:rsidRDefault="009F7BC2" w:rsidP="009F7B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9F7BC2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BC2" w:rsidRPr="009C54AE" w:rsidRDefault="009F7BC2" w:rsidP="009F7B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BC2" w:rsidRPr="009F7BC2" w:rsidRDefault="009F7BC2" w:rsidP="009F7B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ćwiczeń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BC2" w:rsidRPr="009C54AE" w:rsidRDefault="009F7BC2" w:rsidP="009F7B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9F7BC2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BC2" w:rsidRPr="009C54AE" w:rsidRDefault="009F7BC2" w:rsidP="009F7B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BC2" w:rsidRPr="009F7BC2" w:rsidRDefault="009F7BC2" w:rsidP="009F7B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ćwiczeń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BC2" w:rsidRPr="009C54AE" w:rsidRDefault="009F7BC2" w:rsidP="009F7B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E522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pracy projektowej</w:t>
            </w:r>
          </w:p>
          <w:p w:rsidR="00923D7D" w:rsidRPr="009C54AE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lastRenderedPageBreak/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AB4A6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641A5D" w:rsidP="00641A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C61DC5" w:rsidRPr="009C54AE" w:rsidRDefault="00AB4A6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641A5D" w:rsidRDefault="00641A5D" w:rsidP="00641A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 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Przygotowanie pracy projektowej </w:t>
            </w:r>
          </w:p>
          <w:p w:rsidR="00C61DC5" w:rsidRPr="009C54AE" w:rsidRDefault="00641A5D" w:rsidP="00641A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Studiowanie literatury i materiałów przygotowanych przez prowadzącego </w:t>
            </w:r>
          </w:p>
        </w:tc>
        <w:tc>
          <w:tcPr>
            <w:tcW w:w="4677" w:type="dxa"/>
          </w:tcPr>
          <w:p w:rsidR="00641A5D" w:rsidRDefault="00641A5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641A5D" w:rsidRDefault="00641A5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61DC5" w:rsidRDefault="00C7750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30 </w:t>
            </w:r>
          </w:p>
          <w:p w:rsidR="00C7750F" w:rsidRPr="009C54AE" w:rsidRDefault="00C7750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C7750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AB4A6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6725B2" w:rsidRDefault="0007013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Weinschenk S., 100 rzeczy, które każdy projektant powinien wiedzieć o potencjalnych klientach, Wyd Helion, Gliwice 2013.</w:t>
            </w:r>
          </w:p>
          <w:p w:rsidR="00070136" w:rsidRDefault="0007013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Samara T., Kroje i kolory pisma. Przewodnik dla grafików. Wyd. Naukowe PWN, Warszawa 2010.</w:t>
            </w:r>
          </w:p>
          <w:p w:rsidR="00070136" w:rsidRPr="009C54AE" w:rsidRDefault="0007013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Block B., Opowiadanie obrazem. Tworzenie wizualnej struktury w filmie, telewizji i mediach cyfrowych. Wydawnictwo Wojciech Marzec, Warszawa 2010.</w:t>
            </w:r>
          </w:p>
        </w:tc>
      </w:tr>
      <w:tr w:rsidR="0085747A" w:rsidRPr="009D50F9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8D2DF2" w:rsidRPr="008D2DF2" w:rsidRDefault="008D2DF2" w:rsidP="008D2DF2">
            <w:pPr>
              <w:spacing w:before="100" w:beforeAutospacing="1" w:after="100" w:afterAutospacing="1" w:line="240" w:lineRule="auto"/>
              <w:contextualSpacing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D2DF2">
              <w:rPr>
                <w:rFonts w:ascii="Corbel" w:eastAsia="Times New Roman" w:hAnsi="Corbel"/>
                <w:sz w:val="24"/>
                <w:szCs w:val="24"/>
                <w:lang w:eastAsia="pl-PL"/>
              </w:rPr>
              <w:t>Brągoszewski P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  <w:r w:rsidRPr="008D2DF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8D2DF2">
              <w:rPr>
                <w:rFonts w:ascii="Corbel" w:eastAsia="Times New Roman" w:hAnsi="Corbel"/>
                <w:iCs/>
                <w:sz w:val="24"/>
                <w:szCs w:val="24"/>
                <w:lang w:eastAsia="pl-PL"/>
              </w:rPr>
              <w:t>GIMP 2.0: edycja zdjęć cyfrowych</w:t>
            </w:r>
            <w:r w:rsidRPr="008D2DF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Wyd. </w:t>
            </w:r>
            <w:r w:rsidRPr="008D2DF2">
              <w:rPr>
                <w:rFonts w:ascii="Corbel" w:eastAsia="Times New Roman" w:hAnsi="Corbel"/>
                <w:sz w:val="24"/>
                <w:szCs w:val="24"/>
                <w:lang w:eastAsia="pl-PL"/>
              </w:rPr>
              <w:t>Helion, Gliwice 2005.</w:t>
            </w:r>
          </w:p>
          <w:p w:rsidR="008D2DF2" w:rsidRPr="007A7BC4" w:rsidRDefault="008D2DF2" w:rsidP="008D2DF2">
            <w:pPr>
              <w:spacing w:before="100" w:beforeAutospacing="1" w:after="100" w:afterAutospacing="1" w:line="240" w:lineRule="auto"/>
              <w:contextualSpacing/>
              <w:rPr>
                <w:rFonts w:ascii="Corbel" w:eastAsia="Times New Roman" w:hAnsi="Corbel"/>
                <w:sz w:val="24"/>
                <w:szCs w:val="24"/>
                <w:lang w:val="en-GB" w:eastAsia="pl-PL"/>
              </w:rPr>
            </w:pPr>
            <w:r w:rsidRPr="008D2DF2">
              <w:rPr>
                <w:rFonts w:ascii="Corbel" w:eastAsia="Times New Roman" w:hAnsi="Corbel"/>
                <w:sz w:val="24"/>
                <w:szCs w:val="24"/>
                <w:lang w:eastAsia="pl-PL"/>
              </w:rPr>
              <w:t>Gajda W</w:t>
            </w:r>
            <w:r w:rsidR="00DB5EA4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  <w:r w:rsidRPr="008D2DF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8D2DF2">
              <w:rPr>
                <w:rFonts w:ascii="Corbel" w:eastAsia="Times New Roman" w:hAnsi="Corbel"/>
                <w:iCs/>
                <w:sz w:val="24"/>
                <w:szCs w:val="24"/>
                <w:lang w:eastAsia="pl-PL"/>
              </w:rPr>
              <w:t>GIMP: praktyczne projekty: wprowadzanie w świat cyfrowego przetwarzania obrazów</w:t>
            </w:r>
            <w:r w:rsidRPr="008D2DF2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="00DB5EA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Wyd.</w:t>
            </w:r>
            <w:r w:rsidRPr="008D2DF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7A7BC4">
              <w:rPr>
                <w:rFonts w:ascii="Corbel" w:eastAsia="Times New Roman" w:hAnsi="Corbel"/>
                <w:sz w:val="24"/>
                <w:szCs w:val="24"/>
                <w:lang w:val="en-GB" w:eastAsia="pl-PL"/>
              </w:rPr>
              <w:t>Helion, Gliwice 2006.</w:t>
            </w:r>
          </w:p>
          <w:p w:rsidR="008D2DF2" w:rsidRPr="007A7BC4" w:rsidRDefault="00552B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7A7BC4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https://corel.sklep.pl/podreczniki-do-pobrania-pm-36.html</w:t>
            </w:r>
          </w:p>
          <w:p w:rsidR="008C6D5F" w:rsidRPr="007A7BC4" w:rsidRDefault="008C6D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</w:tc>
      </w:tr>
    </w:tbl>
    <w:p w:rsidR="0085747A" w:rsidRPr="007A7BC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GB"/>
        </w:rPr>
      </w:pPr>
    </w:p>
    <w:p w:rsidR="0085747A" w:rsidRPr="007A7BC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GB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353" w:rsidRDefault="00742353" w:rsidP="00C16ABF">
      <w:pPr>
        <w:spacing w:after="0" w:line="240" w:lineRule="auto"/>
      </w:pPr>
      <w:r>
        <w:separator/>
      </w:r>
    </w:p>
  </w:endnote>
  <w:endnote w:type="continuationSeparator" w:id="0">
    <w:p w:rsidR="00742353" w:rsidRDefault="0074235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353" w:rsidRDefault="00742353" w:rsidP="00C16ABF">
      <w:pPr>
        <w:spacing w:after="0" w:line="240" w:lineRule="auto"/>
      </w:pPr>
      <w:r>
        <w:separator/>
      </w:r>
    </w:p>
  </w:footnote>
  <w:footnote w:type="continuationSeparator" w:id="0">
    <w:p w:rsidR="00742353" w:rsidRDefault="00742353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B2D45"/>
    <w:multiLevelType w:val="multilevel"/>
    <w:tmpl w:val="F9EA3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136"/>
    <w:rsid w:val="00070ED6"/>
    <w:rsid w:val="000742DC"/>
    <w:rsid w:val="00084C12"/>
    <w:rsid w:val="0009462C"/>
    <w:rsid w:val="00094B12"/>
    <w:rsid w:val="00096C46"/>
    <w:rsid w:val="00096D1F"/>
    <w:rsid w:val="000A296F"/>
    <w:rsid w:val="000A2A28"/>
    <w:rsid w:val="000B192D"/>
    <w:rsid w:val="000B28EE"/>
    <w:rsid w:val="000B3E37"/>
    <w:rsid w:val="000D04B0"/>
    <w:rsid w:val="000F1C57"/>
    <w:rsid w:val="000F5615"/>
    <w:rsid w:val="000F7209"/>
    <w:rsid w:val="001001CD"/>
    <w:rsid w:val="00124BFF"/>
    <w:rsid w:val="0012560E"/>
    <w:rsid w:val="00127108"/>
    <w:rsid w:val="00134B13"/>
    <w:rsid w:val="00146BC0"/>
    <w:rsid w:val="00150C5B"/>
    <w:rsid w:val="00153C41"/>
    <w:rsid w:val="00154381"/>
    <w:rsid w:val="001640A7"/>
    <w:rsid w:val="00164FA7"/>
    <w:rsid w:val="0016558F"/>
    <w:rsid w:val="00166A03"/>
    <w:rsid w:val="001718A7"/>
    <w:rsid w:val="001737CF"/>
    <w:rsid w:val="00176083"/>
    <w:rsid w:val="001770C7"/>
    <w:rsid w:val="0018004B"/>
    <w:rsid w:val="00192F37"/>
    <w:rsid w:val="001A70D2"/>
    <w:rsid w:val="001D205D"/>
    <w:rsid w:val="001D657B"/>
    <w:rsid w:val="001D7B54"/>
    <w:rsid w:val="001E0209"/>
    <w:rsid w:val="001F060F"/>
    <w:rsid w:val="001F2CA2"/>
    <w:rsid w:val="002144C0"/>
    <w:rsid w:val="0022477D"/>
    <w:rsid w:val="002278A9"/>
    <w:rsid w:val="002336F9"/>
    <w:rsid w:val="0024028F"/>
    <w:rsid w:val="00242CE6"/>
    <w:rsid w:val="00244ABC"/>
    <w:rsid w:val="00281FF2"/>
    <w:rsid w:val="002857DE"/>
    <w:rsid w:val="00291567"/>
    <w:rsid w:val="0029682D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7E08"/>
    <w:rsid w:val="003016E4"/>
    <w:rsid w:val="003018BA"/>
    <w:rsid w:val="00301F3B"/>
    <w:rsid w:val="0030395F"/>
    <w:rsid w:val="00305C92"/>
    <w:rsid w:val="003151C5"/>
    <w:rsid w:val="003343CF"/>
    <w:rsid w:val="00336C76"/>
    <w:rsid w:val="00346FE9"/>
    <w:rsid w:val="0034759A"/>
    <w:rsid w:val="003503F6"/>
    <w:rsid w:val="003530DD"/>
    <w:rsid w:val="00363F78"/>
    <w:rsid w:val="00381A76"/>
    <w:rsid w:val="00392914"/>
    <w:rsid w:val="003A0A5B"/>
    <w:rsid w:val="003A1176"/>
    <w:rsid w:val="003C0BAE"/>
    <w:rsid w:val="003D18A9"/>
    <w:rsid w:val="003D6CE2"/>
    <w:rsid w:val="003E1941"/>
    <w:rsid w:val="003E2FE6"/>
    <w:rsid w:val="003E49D5"/>
    <w:rsid w:val="003E557A"/>
    <w:rsid w:val="003E72EB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1B1F"/>
    <w:rsid w:val="00526C94"/>
    <w:rsid w:val="005363C4"/>
    <w:rsid w:val="00536BDE"/>
    <w:rsid w:val="00543ACC"/>
    <w:rsid w:val="00552B77"/>
    <w:rsid w:val="0056696D"/>
    <w:rsid w:val="00573EF9"/>
    <w:rsid w:val="0059484D"/>
    <w:rsid w:val="005A0855"/>
    <w:rsid w:val="005A3196"/>
    <w:rsid w:val="005C080F"/>
    <w:rsid w:val="005C55E5"/>
    <w:rsid w:val="005C696A"/>
    <w:rsid w:val="005E02BD"/>
    <w:rsid w:val="005E5E36"/>
    <w:rsid w:val="005E6E85"/>
    <w:rsid w:val="005F31D2"/>
    <w:rsid w:val="0061029B"/>
    <w:rsid w:val="00617230"/>
    <w:rsid w:val="00621CE1"/>
    <w:rsid w:val="00627FC9"/>
    <w:rsid w:val="00641A5D"/>
    <w:rsid w:val="00647FA8"/>
    <w:rsid w:val="00650C5F"/>
    <w:rsid w:val="00654934"/>
    <w:rsid w:val="006620D9"/>
    <w:rsid w:val="00671958"/>
    <w:rsid w:val="006725B2"/>
    <w:rsid w:val="00675843"/>
    <w:rsid w:val="00696477"/>
    <w:rsid w:val="006D050F"/>
    <w:rsid w:val="006D6139"/>
    <w:rsid w:val="006E5D65"/>
    <w:rsid w:val="006E6C94"/>
    <w:rsid w:val="006F1282"/>
    <w:rsid w:val="006F1FBC"/>
    <w:rsid w:val="006F31E2"/>
    <w:rsid w:val="00704630"/>
    <w:rsid w:val="00706544"/>
    <w:rsid w:val="007072BA"/>
    <w:rsid w:val="0071620A"/>
    <w:rsid w:val="00724677"/>
    <w:rsid w:val="00725459"/>
    <w:rsid w:val="007327BD"/>
    <w:rsid w:val="00734608"/>
    <w:rsid w:val="00742353"/>
    <w:rsid w:val="00745302"/>
    <w:rsid w:val="007461D6"/>
    <w:rsid w:val="00746EC8"/>
    <w:rsid w:val="00763BF1"/>
    <w:rsid w:val="00766FD4"/>
    <w:rsid w:val="007804B7"/>
    <w:rsid w:val="0078168C"/>
    <w:rsid w:val="00787C2A"/>
    <w:rsid w:val="00790E27"/>
    <w:rsid w:val="007A4022"/>
    <w:rsid w:val="007A6E6E"/>
    <w:rsid w:val="007A7BC4"/>
    <w:rsid w:val="007C3299"/>
    <w:rsid w:val="007C3BCC"/>
    <w:rsid w:val="007C4546"/>
    <w:rsid w:val="007D4C3D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6D5F"/>
    <w:rsid w:val="008D2DF2"/>
    <w:rsid w:val="008D3DFB"/>
    <w:rsid w:val="008E64F4"/>
    <w:rsid w:val="008F12C9"/>
    <w:rsid w:val="008F6E29"/>
    <w:rsid w:val="009025BA"/>
    <w:rsid w:val="00916188"/>
    <w:rsid w:val="00923D7D"/>
    <w:rsid w:val="009508DF"/>
    <w:rsid w:val="00950DAC"/>
    <w:rsid w:val="00954A07"/>
    <w:rsid w:val="00977269"/>
    <w:rsid w:val="00992ADA"/>
    <w:rsid w:val="00997F14"/>
    <w:rsid w:val="009A78D9"/>
    <w:rsid w:val="009C1331"/>
    <w:rsid w:val="009C3E31"/>
    <w:rsid w:val="009C54AE"/>
    <w:rsid w:val="009C673C"/>
    <w:rsid w:val="009C788E"/>
    <w:rsid w:val="009D50F9"/>
    <w:rsid w:val="009E3B41"/>
    <w:rsid w:val="009F3C5C"/>
    <w:rsid w:val="009F4610"/>
    <w:rsid w:val="009F47E5"/>
    <w:rsid w:val="009F62BE"/>
    <w:rsid w:val="009F7BC2"/>
    <w:rsid w:val="00A00ECC"/>
    <w:rsid w:val="00A12C7F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46A3"/>
    <w:rsid w:val="00A84C85"/>
    <w:rsid w:val="00A96F91"/>
    <w:rsid w:val="00A97DE1"/>
    <w:rsid w:val="00AB053C"/>
    <w:rsid w:val="00AB4A6C"/>
    <w:rsid w:val="00AC78D7"/>
    <w:rsid w:val="00AD1146"/>
    <w:rsid w:val="00AD27D3"/>
    <w:rsid w:val="00AD66D6"/>
    <w:rsid w:val="00AE1160"/>
    <w:rsid w:val="00AE203C"/>
    <w:rsid w:val="00AE2E74"/>
    <w:rsid w:val="00AE5FCB"/>
    <w:rsid w:val="00AE7FA7"/>
    <w:rsid w:val="00AF2C1E"/>
    <w:rsid w:val="00B06142"/>
    <w:rsid w:val="00B135B1"/>
    <w:rsid w:val="00B23CCF"/>
    <w:rsid w:val="00B3130B"/>
    <w:rsid w:val="00B40ADB"/>
    <w:rsid w:val="00B41247"/>
    <w:rsid w:val="00B43B77"/>
    <w:rsid w:val="00B43E80"/>
    <w:rsid w:val="00B607DB"/>
    <w:rsid w:val="00B62852"/>
    <w:rsid w:val="00B65F46"/>
    <w:rsid w:val="00B66529"/>
    <w:rsid w:val="00B74B1F"/>
    <w:rsid w:val="00B75946"/>
    <w:rsid w:val="00B8056E"/>
    <w:rsid w:val="00B819C8"/>
    <w:rsid w:val="00B82308"/>
    <w:rsid w:val="00B87760"/>
    <w:rsid w:val="00B90885"/>
    <w:rsid w:val="00BB520A"/>
    <w:rsid w:val="00BD3869"/>
    <w:rsid w:val="00BD66E9"/>
    <w:rsid w:val="00BD6FF4"/>
    <w:rsid w:val="00BF2C41"/>
    <w:rsid w:val="00BF61DE"/>
    <w:rsid w:val="00C058B4"/>
    <w:rsid w:val="00C05F44"/>
    <w:rsid w:val="00C131B5"/>
    <w:rsid w:val="00C16ABF"/>
    <w:rsid w:val="00C170AE"/>
    <w:rsid w:val="00C25D6D"/>
    <w:rsid w:val="00C26CB7"/>
    <w:rsid w:val="00C324C1"/>
    <w:rsid w:val="00C36992"/>
    <w:rsid w:val="00C56036"/>
    <w:rsid w:val="00C61DC5"/>
    <w:rsid w:val="00C67E92"/>
    <w:rsid w:val="00C70A26"/>
    <w:rsid w:val="00C766DF"/>
    <w:rsid w:val="00C7750F"/>
    <w:rsid w:val="00C945E0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282A"/>
    <w:rsid w:val="00D552B2"/>
    <w:rsid w:val="00D608D1"/>
    <w:rsid w:val="00D74119"/>
    <w:rsid w:val="00D8075B"/>
    <w:rsid w:val="00D8678B"/>
    <w:rsid w:val="00DA2114"/>
    <w:rsid w:val="00DB5EA4"/>
    <w:rsid w:val="00DE09C0"/>
    <w:rsid w:val="00DE4A14"/>
    <w:rsid w:val="00DF320D"/>
    <w:rsid w:val="00DF71C8"/>
    <w:rsid w:val="00E129B8"/>
    <w:rsid w:val="00E2122F"/>
    <w:rsid w:val="00E21E7D"/>
    <w:rsid w:val="00E22FBC"/>
    <w:rsid w:val="00E24BF5"/>
    <w:rsid w:val="00E25338"/>
    <w:rsid w:val="00E26CD0"/>
    <w:rsid w:val="00E51E44"/>
    <w:rsid w:val="00E52282"/>
    <w:rsid w:val="00E63348"/>
    <w:rsid w:val="00E77E88"/>
    <w:rsid w:val="00E8107D"/>
    <w:rsid w:val="00E960BB"/>
    <w:rsid w:val="00EA2074"/>
    <w:rsid w:val="00EA4832"/>
    <w:rsid w:val="00EA4E9D"/>
    <w:rsid w:val="00EC2B6C"/>
    <w:rsid w:val="00EC4899"/>
    <w:rsid w:val="00ED03AB"/>
    <w:rsid w:val="00ED32D2"/>
    <w:rsid w:val="00EE32DE"/>
    <w:rsid w:val="00EE5457"/>
    <w:rsid w:val="00EE5B36"/>
    <w:rsid w:val="00F010BE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8D2DF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8D2DF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53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84ED9-6BB7-4966-822F-69BB4211C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875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2020-01-14T10:59:00Z</cp:lastPrinted>
  <dcterms:created xsi:type="dcterms:W3CDTF">2019-11-05T10:37:00Z</dcterms:created>
  <dcterms:modified xsi:type="dcterms:W3CDTF">2021-09-30T11:56:00Z</dcterms:modified>
</cp:coreProperties>
</file>